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611E47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7113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8600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D8600E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8600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D8600E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8600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D8600E">
        <w:rPr>
          <w:highlight w:val="green"/>
        </w:rPr>
        <w:t>]</w:t>
      </w:r>
    </w:p>
    <w:p w14:paraId="07990C02" w14:textId="73DD5C56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971136">
        <w:rPr>
          <w:lang w:eastAsia="cs-CZ"/>
        </w:rPr>
        <w:t>na</w:t>
      </w:r>
      <w:r w:rsidR="006D392E" w:rsidRPr="00971136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971136" w:rsidRPr="005563B7">
        <w:rPr>
          <w:rStyle w:val="Tun0"/>
          <w:rFonts w:eastAsiaTheme="minorHAnsi"/>
        </w:rPr>
        <w:t xml:space="preserve">Dodávky zabezpečovací a sdělovací techniky </w:t>
      </w:r>
      <w:proofErr w:type="gramStart"/>
      <w:r w:rsidR="00971136" w:rsidRPr="005563B7">
        <w:rPr>
          <w:rStyle w:val="Tun0"/>
          <w:rFonts w:eastAsiaTheme="minorHAnsi"/>
        </w:rPr>
        <w:t>2025 - 2027</w:t>
      </w:r>
      <w:proofErr w:type="gramEnd"/>
      <w:r w:rsidR="00971136" w:rsidRPr="005563B7">
        <w:t>“</w:t>
      </w:r>
      <w:r w:rsidR="00971136" w:rsidRPr="005563B7">
        <w:rPr>
          <w:lang w:eastAsia="cs-CZ"/>
        </w:rPr>
        <w:t xml:space="preserve">, </w:t>
      </w:r>
      <w:r w:rsidR="00971136">
        <w:rPr>
          <w:lang w:eastAsia="cs-CZ"/>
        </w:rPr>
        <w:t xml:space="preserve">k části č. </w:t>
      </w:r>
      <w:r w:rsidR="00971136" w:rsidRPr="005563B7">
        <w:rPr>
          <w:highlight w:val="green"/>
          <w:lang w:eastAsia="cs-CZ"/>
        </w:rPr>
        <w:t>1,2,3,4</w:t>
      </w:r>
      <w:r w:rsidR="00971136">
        <w:rPr>
          <w:lang w:eastAsia="cs-CZ"/>
        </w:rPr>
        <w:t xml:space="preserve"> této veřejné zakázky </w:t>
      </w:r>
      <w:r w:rsidR="00971136" w:rsidRPr="005563B7">
        <w:rPr>
          <w:lang w:eastAsia="cs-CZ"/>
        </w:rPr>
        <w:t>tímto</w:t>
      </w:r>
      <w:r w:rsidR="00971136" w:rsidRPr="00EB1A48">
        <w:rPr>
          <w:lang w:eastAsia="cs-CZ"/>
        </w:rPr>
        <w:t xml:space="preserve"> </w:t>
      </w:r>
      <w:r w:rsidR="00971136" w:rsidRPr="00B172C0">
        <w:rPr>
          <w:rStyle w:val="tun"/>
          <w:rFonts w:eastAsiaTheme="minorHAnsi"/>
        </w:rPr>
        <w:t>čestně prohlašuje</w:t>
      </w:r>
      <w:r w:rsidR="00971136" w:rsidRPr="00EB1A48">
        <w:t>,</w:t>
      </w:r>
      <w:r w:rsidR="00971136">
        <w:t xml:space="preserve"> že: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8600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D8600E">
        <w:rPr>
          <w:highlight w:val="green"/>
        </w:rPr>
        <w:t>]</w:t>
      </w:r>
      <w:r>
        <w:t xml:space="preserve"> dne </w:t>
      </w:r>
      <w:r w:rsidR="00F83CEA" w:rsidRPr="00D8600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D8600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D47AA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C2C3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06CE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10DCB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47081"/>
    <w:rsid w:val="00072C1E"/>
    <w:rsid w:val="000C4CBF"/>
    <w:rsid w:val="000E23A7"/>
    <w:rsid w:val="000F6F5E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027D5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1E5F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136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8600E"/>
    <w:rsid w:val="00DC75F3"/>
    <w:rsid w:val="00DD46F3"/>
    <w:rsid w:val="00DE56F2"/>
    <w:rsid w:val="00DF116D"/>
    <w:rsid w:val="00E2278C"/>
    <w:rsid w:val="00EB104F"/>
    <w:rsid w:val="00EB6E79"/>
    <w:rsid w:val="00ED14BD"/>
    <w:rsid w:val="00ED1EE2"/>
    <w:rsid w:val="00EE6BA0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  <w:style w:type="character" w:customStyle="1" w:styleId="Tun0">
    <w:name w:val="Tučně"/>
    <w:basedOn w:val="Standardnpsmoodstavce"/>
    <w:uiPriority w:val="1"/>
    <w:qFormat/>
    <w:rsid w:val="00971136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4</cp:revision>
  <cp:lastPrinted>2020-02-10T12:41:00Z</cp:lastPrinted>
  <dcterms:created xsi:type="dcterms:W3CDTF">2025-05-15T12:29:00Z</dcterms:created>
  <dcterms:modified xsi:type="dcterms:W3CDTF">2025-07-25T10:17:00Z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